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3546CCA" w:rsidR="00381365" w:rsidRPr="007C4BB7" w:rsidRDefault="00381365" w:rsidP="007C4BB7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</w:t>
      </w:r>
      <w:r w:rsidR="002D73ED">
        <w:rPr>
          <w:rFonts w:ascii="Verdana" w:hAnsi="Verdana" w:cstheme="minorHAnsi"/>
          <w:sz w:val="20"/>
          <w:lang w:eastAsia="pl-PL"/>
        </w:rPr>
        <w:t>00009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2D73ED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37CEC" w:rsidRPr="00C3699F">
        <w:rPr>
          <w:rFonts w:cs="Arial"/>
          <w:b/>
          <w:bCs/>
          <w:i/>
          <w:color w:val="000000"/>
          <w:spacing w:val="-15"/>
        </w:rPr>
        <w:t>Budowa sieci SN</w:t>
      </w:r>
      <w:r w:rsidR="002D73ED">
        <w:rPr>
          <w:rFonts w:cs="Arial"/>
          <w:b/>
          <w:bCs/>
          <w:i/>
          <w:color w:val="000000"/>
          <w:spacing w:val="-15"/>
        </w:rPr>
        <w:t>/</w:t>
      </w:r>
      <w:proofErr w:type="spellStart"/>
      <w:r w:rsidR="00F37CE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F37CEC">
        <w:rPr>
          <w:rFonts w:cs="Arial"/>
          <w:b/>
          <w:bCs/>
          <w:i/>
          <w:color w:val="000000"/>
          <w:spacing w:val="-15"/>
        </w:rPr>
        <w:t xml:space="preserve"> </w:t>
      </w:r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2D73ED">
        <w:rPr>
          <w:rFonts w:cs="Arial"/>
          <w:b/>
          <w:bCs/>
          <w:i/>
          <w:color w:val="000000"/>
          <w:spacing w:val="-15"/>
        </w:rPr>
        <w:t>2 części</w:t>
      </w:r>
      <w:r w:rsidRPr="007C4BB7">
        <w:rPr>
          <w:rFonts w:cstheme="minorHAnsi"/>
        </w:rPr>
        <w:t>, po</w:t>
      </w:r>
      <w:r w:rsidRPr="007C4BB7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8D47A3E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2D73ED">
            <w:rPr>
              <w:rFonts w:asciiTheme="majorHAnsi" w:hAnsiTheme="majorHAnsi"/>
              <w:color w:val="000000" w:themeColor="text1"/>
              <w:sz w:val="14"/>
              <w:szCs w:val="18"/>
            </w:rPr>
            <w:t>0009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2D73ED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2B83"/>
    <w:rsid w:val="002C470F"/>
    <w:rsid w:val="002D4CAD"/>
    <w:rsid w:val="002D73E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31F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05F6"/>
    <w:rsid w:val="00696995"/>
    <w:rsid w:val="006A0091"/>
    <w:rsid w:val="006A0331"/>
    <w:rsid w:val="006A4275"/>
    <w:rsid w:val="006B2C26"/>
    <w:rsid w:val="006B617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BB7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6CC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748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37CEC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9_Załącznik nr 10 do SWZ.docx</dmsv2BaseFileName>
    <dmsv2BaseDisplayName xmlns="http://schemas.microsoft.com/sharepoint/v3">9_Załącznik nr 10 do SWZ</dmsv2BaseDisplayName>
    <dmsv2SWPP2ObjectNumber xmlns="http://schemas.microsoft.com/sharepoint/v3">POST/DYS/OB/GZ/00009/2026                         </dmsv2SWPP2ObjectNumber>
    <dmsv2SWPP2SumMD5 xmlns="http://schemas.microsoft.com/sharepoint/v3">109acc2801bed7d3b8795feb9aba562c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24099678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JEUP5JKVCYQC-922955212-15746</_dlc_DocId>
    <_dlc_DocIdUrl xmlns="a19cb1c7-c5c7-46d4-85ae-d83685407bba">
      <Url>https://swpp2.dms.gkpge.pl/sites/41/_layouts/15/DocIdRedir.aspx?ID=JEUP5JKVCYQC-922955212-15746</Url>
      <Description>JEUP5JKVCYQC-922955212-15746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BEB2C-EAE3-4355-9001-8D73C89A4A29}"/>
</file>

<file path=customXml/itemProps4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4E2240-3D16-4BFF-9376-736023626AC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2026-01-09T10:08:00Z</dcterms:created>
  <dcterms:modified xsi:type="dcterms:W3CDTF">2026-01-09T10:08:00Z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5b995e8c-64ab-4e78-921b-d708d8030f38</vt:lpwstr>
  </property>
</Properties>
</file>